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1146CB0C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b/>
          <w:szCs w:val="22"/>
          <w:lang w:val="de-DE"/>
        </w:rPr>
      </w:pPr>
      <w:r w:rsidRPr="00662918">
        <w:rPr>
          <w:b/>
          <w:szCs w:val="22"/>
          <w:lang w:val="de-DE"/>
        </w:rPr>
        <w:t xml:space="preserve">Transaction </w:t>
      </w:r>
      <w:proofErr w:type="spellStart"/>
      <w:r w:rsidRPr="00662918">
        <w:rPr>
          <w:b/>
          <w:szCs w:val="22"/>
          <w:lang w:val="de-DE"/>
        </w:rPr>
        <w:t>number</w:t>
      </w:r>
      <w:proofErr w:type="spellEnd"/>
      <w:r w:rsidRPr="00662918">
        <w:rPr>
          <w:b/>
          <w:szCs w:val="22"/>
          <w:lang w:val="de-DE"/>
        </w:rPr>
        <w:t>:</w:t>
      </w:r>
      <w:r w:rsidR="00E864F8">
        <w:rPr>
          <w:b/>
          <w:szCs w:val="22"/>
          <w:lang w:val="de-DE"/>
        </w:rPr>
        <w:t xml:space="preserve"> </w:t>
      </w:r>
      <w:r w:rsidR="00E864F8" w:rsidRPr="00E864F8">
        <w:rPr>
          <w:b/>
          <w:szCs w:val="22"/>
        </w:rPr>
        <w:t>7000001441</w:t>
      </w:r>
      <w:r w:rsidRPr="00662918">
        <w:rPr>
          <w:b/>
          <w:szCs w:val="22"/>
          <w:lang w:val="de-DE"/>
        </w:rPr>
        <w:tab/>
      </w:r>
    </w:p>
    <w:p w14:paraId="0CE4B19D" w14:textId="36871713" w:rsidR="00930030" w:rsidRPr="00662918" w:rsidRDefault="00000000" w:rsidP="00930030">
      <w:pPr>
        <w:tabs>
          <w:tab w:val="left" w:pos="3119"/>
        </w:tabs>
        <w:spacing w:before="120"/>
        <w:rPr>
          <w:rFonts w:cs="Arial"/>
          <w:szCs w:val="22"/>
          <w:lang w:val="de-DE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Content>
          <w:r w:rsidR="005F5340">
            <w:rPr>
              <w:b/>
              <w:szCs w:val="22"/>
            </w:rPr>
            <w:t>Project processing number</w:t>
          </w:r>
        </w:sdtContent>
      </w:sdt>
      <w:r w:rsidR="00930030" w:rsidRPr="00662918">
        <w:rPr>
          <w:b/>
          <w:szCs w:val="22"/>
          <w:lang w:val="de-DE"/>
        </w:rPr>
        <w:t>:</w:t>
      </w:r>
      <w:r w:rsidR="00930030" w:rsidRPr="00662918">
        <w:rPr>
          <w:b/>
          <w:szCs w:val="22"/>
          <w:lang w:val="de-DE"/>
        </w:rPr>
        <w:tab/>
      </w:r>
      <w:r w:rsidR="00E864F8" w:rsidRPr="00BF7C75">
        <w:rPr>
          <w:rFonts w:cs="Arial"/>
          <w:b/>
          <w:bCs/>
          <w:szCs w:val="22"/>
        </w:rPr>
        <w:t>24.2122.0-003.00</w:t>
      </w:r>
      <w:r w:rsidR="00E864F8" w:rsidRPr="00BF7C75">
        <w:rPr>
          <w:rFonts w:cs="Arial"/>
          <w:b/>
          <w:bCs/>
          <w:szCs w:val="22"/>
        </w:rPr>
        <w:t xml:space="preserve">/ </w:t>
      </w:r>
      <w:r w:rsidR="00E864F8" w:rsidRPr="00BF7C75">
        <w:rPr>
          <w:rFonts w:cs="Arial"/>
          <w:b/>
          <w:bCs/>
          <w:szCs w:val="22"/>
        </w:rPr>
        <w:t>G-012550-003</w:t>
      </w:r>
    </w:p>
    <w:p w14:paraId="430650B5" w14:textId="77777777" w:rsidR="00B5664D" w:rsidRDefault="00930030" w:rsidP="00930030">
      <w:pPr>
        <w:tabs>
          <w:tab w:val="left" w:pos="3119"/>
        </w:tabs>
        <w:spacing w:before="120"/>
        <w:rPr>
          <w:b/>
          <w:bCs/>
        </w:rPr>
      </w:pPr>
      <w:r w:rsidRPr="5F2DBEAB">
        <w:rPr>
          <w:b/>
          <w:bCs/>
        </w:rPr>
        <w:t>Brief project title:</w:t>
      </w:r>
      <w:r w:rsidR="00692413" w:rsidRPr="5F2DBEAB">
        <w:rPr>
          <w:b/>
          <w:bCs/>
        </w:rPr>
        <w:t xml:space="preserve"> </w:t>
      </w:r>
      <w:r w:rsidR="00B5664D" w:rsidRPr="00B5664D">
        <w:rPr>
          <w:b/>
          <w:bCs/>
        </w:rPr>
        <w:t xml:space="preserve">STEP IN 2 EU (“Support for Trade, Economy, Policies, Institutions, Norms”) </w:t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  <w:r w:rsidR="00B5664D" w:rsidRPr="00B5664D">
        <w:rPr>
          <w:b/>
          <w:bCs/>
        </w:rPr>
        <w:tab/>
      </w:r>
    </w:p>
    <w:p w14:paraId="5D131EE8" w14:textId="3786A21F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692413">
        <w:rPr>
          <w:b/>
          <w:szCs w:val="22"/>
        </w:rPr>
        <w:t xml:space="preserve"> Ukraine</w:t>
      </w:r>
      <w:r w:rsidRPr="00662918">
        <w:rPr>
          <w:b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22FFA826" w14:textId="77777777" w:rsidR="00930030" w:rsidRPr="00662918" w:rsidRDefault="00930030" w:rsidP="007D416C">
      <w:pPr>
        <w:rPr>
          <w:rFonts w:cs="Arial"/>
          <w:bCs/>
          <w:szCs w:val="22"/>
        </w:rPr>
      </w:pPr>
    </w:p>
    <w:p w14:paraId="44E270CD" w14:textId="77777777" w:rsidR="00247C37" w:rsidRPr="00662918" w:rsidRDefault="007D41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 xml:space="preserve">To ensure smooth processing, please only provide the information requested and do not </w:t>
      </w:r>
      <w:r w:rsidR="00CC56F1" w:rsidRPr="00662918">
        <w:rPr>
          <w:b w:val="0"/>
          <w:i/>
          <w:szCs w:val="22"/>
        </w:rPr>
        <w:t>submit additional</w:t>
      </w:r>
      <w:r w:rsidRPr="00662918">
        <w:rPr>
          <w:b w:val="0"/>
          <w:i/>
          <w:szCs w:val="22"/>
        </w:rPr>
        <w:t xml:space="preserve"> attachments (such as CVs, company brochures etc.). If you announce your interest as part of a service</w:t>
      </w:r>
      <w:r w:rsidR="00A75A52" w:rsidRPr="00662918">
        <w:rPr>
          <w:b w:val="0"/>
          <w:i/>
          <w:szCs w:val="22"/>
        </w:rPr>
        <w:t xml:space="preserve"> </w:t>
      </w:r>
      <w:r w:rsidRPr="00662918">
        <w:rPr>
          <w:b w:val="0"/>
          <w:i/>
          <w:szCs w:val="22"/>
        </w:rPr>
        <w:t>delivery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 xml:space="preserve">, please provide the requested information for all consortium partners </w:t>
      </w:r>
      <w:r w:rsidR="00CC56F1" w:rsidRPr="00662918">
        <w:rPr>
          <w:b w:val="0"/>
          <w:i/>
          <w:szCs w:val="22"/>
        </w:rPr>
        <w:t>and present it clearly</w:t>
      </w:r>
      <w:r w:rsidRPr="00662918">
        <w:rPr>
          <w:b w:val="0"/>
          <w:i/>
          <w:szCs w:val="22"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3BAF08D3" w14:textId="77777777" w:rsidR="00930030" w:rsidRPr="00662918" w:rsidRDefault="0093003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B5664D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  <w:lang w:val="en-US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1C0D8901" w:rsidR="00930030" w:rsidRPr="00662918" w:rsidRDefault="00000000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02E2" w:rsidRPr="00662918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1C7C10F7" w14:textId="35BA15CB" w:rsidR="00047F4A" w:rsidRDefault="00F147C6" w:rsidP="003D266E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EE2E816" w14:textId="77777777" w:rsidR="001156D5" w:rsidRPr="00662918" w:rsidRDefault="001156D5" w:rsidP="003D266E">
      <w:pPr>
        <w:pStyle w:val="BodyText"/>
        <w:rPr>
          <w:szCs w:val="22"/>
          <w:u w:val="single"/>
        </w:rPr>
      </w:pPr>
    </w:p>
    <w:p w14:paraId="5EA3827C" w14:textId="01675896" w:rsidR="00503D35" w:rsidRDefault="008071C6" w:rsidP="7552680F">
      <w:pPr>
        <w:spacing w:line="276" w:lineRule="auto"/>
        <w:jc w:val="both"/>
        <w:rPr>
          <w:i/>
          <w:iCs/>
        </w:rPr>
      </w:pPr>
      <w:r w:rsidRPr="7552680F">
        <w:rPr>
          <w:i/>
          <w:iCs/>
        </w:rPr>
        <w:t>Proof of technical eligibility is provided by naming</w:t>
      </w:r>
      <w:r w:rsidR="007B02E2" w:rsidRPr="7552680F">
        <w:rPr>
          <w:i/>
          <w:iCs/>
        </w:rPr>
        <w:t xml:space="preserve"> at least</w:t>
      </w:r>
      <w:r w:rsidRPr="7552680F">
        <w:rPr>
          <w:i/>
          <w:iCs/>
        </w:rPr>
        <w:t xml:space="preserve"> </w:t>
      </w:r>
      <w:r w:rsidR="008527CF" w:rsidRPr="7552680F">
        <w:rPr>
          <w:i/>
          <w:iCs/>
        </w:rPr>
        <w:t>3</w:t>
      </w:r>
      <w:r w:rsidRPr="7552680F">
        <w:rPr>
          <w:i/>
          <w:iCs/>
        </w:rPr>
        <w:t xml:space="preserve"> </w:t>
      </w:r>
      <w:r w:rsidR="008912BE" w:rsidRPr="7552680F">
        <w:rPr>
          <w:i/>
          <w:iCs/>
        </w:rPr>
        <w:t xml:space="preserve">(three) </w:t>
      </w:r>
      <w:r w:rsidRPr="7552680F">
        <w:rPr>
          <w:i/>
          <w:iCs/>
        </w:rPr>
        <w:t>reference projects</w:t>
      </w:r>
      <w:r w:rsidR="00613213" w:rsidRPr="7552680F">
        <w:rPr>
          <w:i/>
          <w:iCs/>
        </w:rPr>
        <w:t xml:space="preserve"> </w:t>
      </w:r>
      <w:r w:rsidR="00612962" w:rsidRPr="7552680F">
        <w:rPr>
          <w:i/>
          <w:iCs/>
        </w:rPr>
        <w:t>with international organisations</w:t>
      </w:r>
      <w:r w:rsidR="00745D81" w:rsidRPr="7552680F">
        <w:rPr>
          <w:i/>
          <w:iCs/>
        </w:rPr>
        <w:t xml:space="preserve">: </w:t>
      </w:r>
      <w:r w:rsidR="00745D81" w:rsidRPr="7552680F">
        <w:rPr>
          <w:i/>
          <w:iCs/>
          <w:color w:val="000000" w:themeColor="text1"/>
        </w:rPr>
        <w:t>information on reference projects should also include topic, goals of project, target audience, commissioning source</w:t>
      </w:r>
      <w:r w:rsidR="001156D5" w:rsidRPr="7552680F">
        <w:rPr>
          <w:i/>
          <w:iCs/>
        </w:rPr>
        <w:t>.</w:t>
      </w:r>
      <w:r w:rsidR="007A4878" w:rsidRPr="7552680F">
        <w:rPr>
          <w:i/>
          <w:iCs/>
        </w:rPr>
        <w:t xml:space="preserve"> etc.</w:t>
      </w:r>
      <w:r w:rsidRPr="7552680F">
        <w:rPr>
          <w:i/>
          <w:iCs/>
        </w:rPr>
        <w:t xml:space="preserve"> In table 1, </w:t>
      </w:r>
      <w:r w:rsidR="00C05D03" w:rsidRPr="7552680F">
        <w:rPr>
          <w:i/>
          <w:iCs/>
        </w:rPr>
        <w:t>’</w:t>
      </w:r>
      <w:r w:rsidRPr="7552680F">
        <w:rPr>
          <w:i/>
          <w:iCs/>
        </w:rPr>
        <w:t>Overview of reference projects</w:t>
      </w:r>
      <w:r w:rsidR="00C05D03" w:rsidRPr="7552680F">
        <w:rPr>
          <w:i/>
          <w:iCs/>
        </w:rPr>
        <w:t>’</w:t>
      </w:r>
      <w:r w:rsidRPr="7552680F">
        <w:rPr>
          <w:i/>
          <w:iCs/>
        </w:rPr>
        <w:t xml:space="preserve">, enter </w:t>
      </w:r>
      <w:r w:rsidR="00A57680" w:rsidRPr="7552680F">
        <w:rPr>
          <w:i/>
          <w:iCs/>
        </w:rPr>
        <w:t>at least</w:t>
      </w:r>
      <w:r w:rsidRPr="7552680F">
        <w:rPr>
          <w:i/>
          <w:iCs/>
        </w:rPr>
        <w:t xml:space="preserve"> </w:t>
      </w:r>
      <w:r w:rsidR="00405669" w:rsidRPr="7552680F">
        <w:rPr>
          <w:i/>
          <w:iCs/>
        </w:rPr>
        <w:t xml:space="preserve">3 </w:t>
      </w:r>
      <w:r w:rsidRPr="7552680F">
        <w:rPr>
          <w:i/>
          <w:iCs/>
        </w:rPr>
        <w:t>reference project</w:t>
      </w:r>
      <w:r w:rsidR="00613213" w:rsidRPr="7552680F">
        <w:rPr>
          <w:i/>
          <w:iCs/>
        </w:rPr>
        <w:t>s</w:t>
      </w:r>
      <w:r w:rsidRPr="7552680F">
        <w:rPr>
          <w:i/>
          <w:iCs/>
        </w:rPr>
        <w:t>.</w:t>
      </w:r>
    </w:p>
    <w:p w14:paraId="41353ACE" w14:textId="321DCF3F" w:rsidR="00644D9C" w:rsidRDefault="00644D9C" w:rsidP="001156D5">
      <w:pPr>
        <w:spacing w:line="276" w:lineRule="auto"/>
        <w:jc w:val="both"/>
        <w:rPr>
          <w:bCs/>
          <w:i/>
          <w:szCs w:val="22"/>
        </w:rPr>
      </w:pPr>
    </w:p>
    <w:p w14:paraId="21DC0C5A" w14:textId="0E0BC2D8" w:rsidR="00644D9C" w:rsidRDefault="00644D9C" w:rsidP="7552680F">
      <w:pPr>
        <w:spacing w:line="276" w:lineRule="auto"/>
        <w:jc w:val="both"/>
        <w:rPr>
          <w:i/>
          <w:iCs/>
        </w:rPr>
      </w:pPr>
      <w:r w:rsidRPr="7552680F">
        <w:rPr>
          <w:rFonts w:eastAsia="Arial"/>
          <w:i/>
          <w:iCs/>
        </w:rPr>
        <w:t xml:space="preserve">At least </w:t>
      </w:r>
      <w:r w:rsidR="008912BE" w:rsidRPr="7552680F">
        <w:rPr>
          <w:rFonts w:eastAsia="Arial"/>
          <w:i/>
          <w:iCs/>
        </w:rPr>
        <w:t xml:space="preserve">5 </w:t>
      </w:r>
      <w:r w:rsidRPr="7552680F">
        <w:rPr>
          <w:rFonts w:eastAsia="Arial"/>
          <w:i/>
          <w:iCs/>
        </w:rPr>
        <w:t>(</w:t>
      </w:r>
      <w:r w:rsidR="008912BE" w:rsidRPr="7552680F">
        <w:rPr>
          <w:rFonts w:eastAsia="Arial"/>
          <w:i/>
          <w:iCs/>
        </w:rPr>
        <w:t>five</w:t>
      </w:r>
      <w:r w:rsidRPr="7552680F">
        <w:rPr>
          <w:rFonts w:eastAsia="Arial"/>
          <w:i/>
          <w:iCs/>
        </w:rPr>
        <w:t xml:space="preserve">) </w:t>
      </w:r>
      <w:r w:rsidR="008912BE" w:rsidRPr="7552680F">
        <w:rPr>
          <w:rFonts w:eastAsia="Arial"/>
          <w:i/>
          <w:iCs/>
        </w:rPr>
        <w:t>examples of works for social media, layout/ design of flyers/ brochures and/or infographics</w:t>
      </w:r>
      <w:r w:rsidRPr="7552680F">
        <w:rPr>
          <w:rFonts w:eastAsia="Arial"/>
          <w:i/>
          <w:iCs/>
        </w:rPr>
        <w:t xml:space="preserve"> by providing</w:t>
      </w:r>
      <w:r w:rsidR="00B1339E" w:rsidRPr="7552680F">
        <w:rPr>
          <w:rFonts w:eastAsia="Arial"/>
          <w:i/>
          <w:iCs/>
        </w:rPr>
        <w:t xml:space="preserve"> work samples</w:t>
      </w:r>
      <w:r w:rsidRPr="7552680F">
        <w:rPr>
          <w:rFonts w:eastAsia="Arial"/>
          <w:i/>
          <w:iCs/>
        </w:rPr>
        <w:t xml:space="preserve">. </w:t>
      </w:r>
      <w:r w:rsidR="00B1339E" w:rsidRPr="7552680F">
        <w:rPr>
          <w:i/>
          <w:iCs/>
        </w:rPr>
        <w:t xml:space="preserve">Annex at least 5 examples </w:t>
      </w:r>
      <w:r w:rsidR="00F1753B" w:rsidRPr="7552680F">
        <w:rPr>
          <w:i/>
          <w:iCs/>
        </w:rPr>
        <w:t>of the named deliverables.</w:t>
      </w:r>
    </w:p>
    <w:p w14:paraId="3CA478A2" w14:textId="11D2AF8A" w:rsidR="00644D9C" w:rsidRPr="00D1668C" w:rsidRDefault="00644D9C" w:rsidP="001156D5">
      <w:pPr>
        <w:spacing w:line="276" w:lineRule="auto"/>
        <w:jc w:val="both"/>
        <w:rPr>
          <w:bCs/>
          <w:i/>
          <w:iCs/>
          <w:sz w:val="24"/>
        </w:rPr>
      </w:pPr>
    </w:p>
    <w:p w14:paraId="2D69D023" w14:textId="432DB797" w:rsidR="008407CC" w:rsidRPr="002B1DF5" w:rsidRDefault="00013752" w:rsidP="7552680F">
      <w:pPr>
        <w:spacing w:line="276" w:lineRule="auto"/>
        <w:jc w:val="both"/>
        <w:rPr>
          <w:i/>
          <w:iCs/>
        </w:rPr>
      </w:pPr>
      <w:r w:rsidRPr="7552680F">
        <w:rPr>
          <w:i/>
          <w:iCs/>
        </w:rPr>
        <w:t xml:space="preserve">Proof of </w:t>
      </w:r>
      <w:r w:rsidR="00F1753B" w:rsidRPr="7552680F">
        <w:rPr>
          <w:i/>
          <w:iCs/>
        </w:rPr>
        <w:t>minimum 7 (seven) employees and managers in average over the last three years</w:t>
      </w:r>
      <w:r w:rsidR="00C87701" w:rsidRPr="7552680F">
        <w:rPr>
          <w:i/>
          <w:iCs/>
          <w:color w:val="000000" w:themeColor="text1"/>
        </w:rPr>
        <w:t>.</w:t>
      </w:r>
      <w:r w:rsidR="009B772A" w:rsidRPr="7552680F">
        <w:rPr>
          <w:i/>
          <w:iCs/>
          <w:color w:val="000000" w:themeColor="text1"/>
        </w:rPr>
        <w:t xml:space="preserve"> Self-declaration by the company (see below).</w:t>
      </w:r>
      <w:r w:rsidR="00C87701" w:rsidRPr="7552680F">
        <w:rPr>
          <w:i/>
          <w:iCs/>
          <w:color w:val="000000" w:themeColor="text1"/>
        </w:rPr>
        <w:t xml:space="preserve"> </w:t>
      </w:r>
    </w:p>
    <w:p w14:paraId="2542C761" w14:textId="77777777" w:rsidR="00275F2B" w:rsidRPr="00662918" w:rsidRDefault="00275F2B" w:rsidP="00503D35">
      <w:pPr>
        <w:spacing w:before="100" w:beforeAutospacing="1" w:after="100" w:line="288" w:lineRule="auto"/>
        <w:ind w:right="57"/>
        <w:rPr>
          <w:rFonts w:cs="Arial"/>
          <w:bCs/>
          <w:i/>
          <w:szCs w:val="22"/>
        </w:rPr>
      </w:pPr>
      <w:r w:rsidRPr="00662918">
        <w:rPr>
          <w:bCs/>
          <w:i/>
          <w:szCs w:val="22"/>
        </w:rPr>
        <w:lastRenderedPageBreak/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0DE78ADD" w14:textId="77777777" w:rsidR="008071C6" w:rsidRPr="00662918" w:rsidRDefault="008071C6" w:rsidP="007245A9">
      <w:pPr>
        <w:pStyle w:val="BodyText"/>
        <w:rPr>
          <w:szCs w:val="22"/>
        </w:rPr>
      </w:pPr>
    </w:p>
    <w:p w14:paraId="7AE240C8" w14:textId="224A427E" w:rsidR="001156D5" w:rsidRPr="00780DA8" w:rsidRDefault="001156D5" w:rsidP="001156D5">
      <w:pPr>
        <w:pStyle w:val="ListParagraph"/>
        <w:numPr>
          <w:ilvl w:val="0"/>
          <w:numId w:val="23"/>
        </w:numPr>
        <w:spacing w:line="276" w:lineRule="auto"/>
        <w:ind w:left="0" w:firstLine="0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>Minimum requirements for references</w:t>
      </w:r>
    </w:p>
    <w:p w14:paraId="7FFCDA29" w14:textId="77777777" w:rsidR="001156D5" w:rsidRPr="001156D5" w:rsidRDefault="001156D5" w:rsidP="001156D5">
      <w:pPr>
        <w:pStyle w:val="ListParagraph"/>
        <w:spacing w:line="276" w:lineRule="auto"/>
        <w:jc w:val="both"/>
        <w:rPr>
          <w:rFonts w:eastAsia="Arial"/>
          <w:sz w:val="20"/>
          <w:szCs w:val="20"/>
        </w:rPr>
      </w:pPr>
    </w:p>
    <w:p w14:paraId="781D221B" w14:textId="14A15FCE" w:rsidR="00737DF1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7552680F">
        <w:rPr>
          <w:rFonts w:eastAsia="Arial"/>
          <w:sz w:val="20"/>
          <w:szCs w:val="20"/>
        </w:rPr>
        <w:t xml:space="preserve">At least </w:t>
      </w:r>
      <w:r w:rsidR="00B83763" w:rsidRPr="7552680F">
        <w:rPr>
          <w:rFonts w:eastAsia="Arial"/>
          <w:sz w:val="20"/>
          <w:szCs w:val="20"/>
        </w:rPr>
        <w:t xml:space="preserve">3 </w:t>
      </w:r>
      <w:r w:rsidRPr="7552680F">
        <w:rPr>
          <w:rFonts w:eastAsia="Arial"/>
          <w:sz w:val="20"/>
          <w:szCs w:val="20"/>
        </w:rPr>
        <w:t>(</w:t>
      </w:r>
      <w:r w:rsidR="00B83763" w:rsidRPr="7552680F">
        <w:rPr>
          <w:rFonts w:eastAsia="Arial"/>
          <w:sz w:val="20"/>
          <w:szCs w:val="20"/>
        </w:rPr>
        <w:t>three</w:t>
      </w:r>
      <w:r w:rsidRPr="7552680F">
        <w:rPr>
          <w:rFonts w:eastAsia="Arial"/>
          <w:sz w:val="20"/>
          <w:szCs w:val="20"/>
        </w:rPr>
        <w:t>) reference projects</w:t>
      </w:r>
      <w:r w:rsidR="000D0E11" w:rsidRPr="7552680F">
        <w:rPr>
          <w:rFonts w:eastAsia="Arial"/>
          <w:sz w:val="20"/>
          <w:szCs w:val="20"/>
        </w:rPr>
        <w:t>, independently from the total value of the Project,</w:t>
      </w:r>
      <w:r w:rsidR="008D01E7" w:rsidRPr="7552680F">
        <w:rPr>
          <w:rFonts w:eastAsia="Arial"/>
          <w:sz w:val="20"/>
          <w:szCs w:val="20"/>
        </w:rPr>
        <w:t xml:space="preserve"> for working experience (communication services) with international organisations</w:t>
      </w:r>
      <w:r w:rsidRPr="7552680F">
        <w:rPr>
          <w:sz w:val="20"/>
          <w:szCs w:val="20"/>
        </w:rPr>
        <w:t>:</w:t>
      </w:r>
      <w:r w:rsidRPr="7552680F">
        <w:rPr>
          <w:color w:val="000000" w:themeColor="text1"/>
          <w:sz w:val="20"/>
          <w:szCs w:val="20"/>
        </w:rPr>
        <w:t xml:space="preserve"> information on reference projects should also include topic, goals of project, target audience, commissioning source</w:t>
      </w:r>
      <w:r w:rsidRPr="7552680F">
        <w:rPr>
          <w:rFonts w:eastAsia="Arial"/>
          <w:sz w:val="20"/>
          <w:szCs w:val="20"/>
        </w:rPr>
        <w:t xml:space="preserve"> (in English).</w:t>
      </w:r>
    </w:p>
    <w:p w14:paraId="1C0D9C99" w14:textId="77777777" w:rsidR="00D30395" w:rsidRPr="0022309E" w:rsidRDefault="00D3039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</w:p>
    <w:p w14:paraId="1C92C34C" w14:textId="4AA02E3C" w:rsidR="001156D5" w:rsidRPr="00780DA8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</w:rPr>
      </w:pPr>
      <w:r w:rsidRPr="00780DA8">
        <w:rPr>
          <w:rFonts w:eastAsia="Arial"/>
          <w:b/>
          <w:bCs/>
          <w:sz w:val="20"/>
          <w:szCs w:val="20"/>
        </w:rPr>
        <w:t xml:space="preserve">B. </w:t>
      </w:r>
      <w:r w:rsidR="001E3DF3">
        <w:rPr>
          <w:rFonts w:eastAsia="Arial"/>
          <w:b/>
          <w:bCs/>
          <w:sz w:val="20"/>
          <w:szCs w:val="20"/>
        </w:rPr>
        <w:tab/>
      </w:r>
      <w:r w:rsidRPr="00780DA8">
        <w:rPr>
          <w:rFonts w:eastAsia="Arial"/>
          <w:b/>
          <w:bCs/>
          <w:sz w:val="20"/>
          <w:szCs w:val="20"/>
        </w:rPr>
        <w:t>Minimum requirements for working experience</w:t>
      </w:r>
    </w:p>
    <w:p w14:paraId="09FF081C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6EE17B63" w14:textId="71E33B14" w:rsidR="00341622" w:rsidRPr="00E373F0" w:rsidRDefault="00F2748F" w:rsidP="00AA6E8D">
      <w:pPr>
        <w:tabs>
          <w:tab w:val="left" w:pos="2127"/>
        </w:tabs>
        <w:spacing w:line="276" w:lineRule="auto"/>
        <w:jc w:val="both"/>
        <w:rPr>
          <w:rFonts w:eastAsia="Arial"/>
          <w:sz w:val="20"/>
          <w:szCs w:val="20"/>
        </w:rPr>
      </w:pPr>
      <w:r w:rsidRPr="7552680F">
        <w:rPr>
          <w:rFonts w:eastAsia="Arial"/>
          <w:sz w:val="20"/>
          <w:szCs w:val="20"/>
        </w:rPr>
        <w:t xml:space="preserve">At least </w:t>
      </w:r>
      <w:r w:rsidR="00B83763" w:rsidRPr="7552680F">
        <w:rPr>
          <w:rFonts w:eastAsia="Arial"/>
          <w:sz w:val="20"/>
          <w:szCs w:val="20"/>
        </w:rPr>
        <w:t>5</w:t>
      </w:r>
      <w:r w:rsidRPr="7552680F">
        <w:rPr>
          <w:rFonts w:eastAsia="Arial"/>
          <w:sz w:val="20"/>
          <w:szCs w:val="20"/>
        </w:rPr>
        <w:t xml:space="preserve"> (</w:t>
      </w:r>
      <w:r w:rsidR="00B83763" w:rsidRPr="7552680F">
        <w:rPr>
          <w:rFonts w:eastAsia="Arial"/>
          <w:sz w:val="20"/>
          <w:szCs w:val="20"/>
        </w:rPr>
        <w:t>five</w:t>
      </w:r>
      <w:r w:rsidRPr="7552680F">
        <w:rPr>
          <w:rFonts w:eastAsia="Arial"/>
          <w:sz w:val="20"/>
          <w:szCs w:val="20"/>
        </w:rPr>
        <w:t>)</w:t>
      </w:r>
      <w:r w:rsidR="004E7D77" w:rsidRPr="7552680F">
        <w:rPr>
          <w:rFonts w:eastAsia="Arial"/>
          <w:sz w:val="20"/>
          <w:szCs w:val="20"/>
        </w:rPr>
        <w:t xml:space="preserve"> examples </w:t>
      </w:r>
      <w:r w:rsidR="00B83763" w:rsidRPr="7552680F">
        <w:rPr>
          <w:rFonts w:eastAsia="Arial"/>
          <w:sz w:val="20"/>
          <w:szCs w:val="20"/>
        </w:rPr>
        <w:t xml:space="preserve">for </w:t>
      </w:r>
      <w:r w:rsidR="00E0176A" w:rsidRPr="7552680F">
        <w:rPr>
          <w:rFonts w:eastAsia="Arial"/>
          <w:sz w:val="20"/>
          <w:szCs w:val="20"/>
        </w:rPr>
        <w:t>the company’s works fo</w:t>
      </w:r>
      <w:r w:rsidR="007834C5" w:rsidRPr="7552680F">
        <w:rPr>
          <w:rFonts w:eastAsia="Arial"/>
          <w:sz w:val="20"/>
          <w:szCs w:val="20"/>
        </w:rPr>
        <w:t>r</w:t>
      </w:r>
      <w:r w:rsidR="00E0176A" w:rsidRPr="7552680F">
        <w:rPr>
          <w:rFonts w:eastAsia="Arial"/>
          <w:sz w:val="20"/>
          <w:szCs w:val="20"/>
        </w:rPr>
        <w:t xml:space="preserve"> social media</w:t>
      </w:r>
      <w:r w:rsidR="007834C5" w:rsidRPr="7552680F">
        <w:rPr>
          <w:rFonts w:eastAsia="Arial"/>
          <w:sz w:val="20"/>
          <w:szCs w:val="20"/>
        </w:rPr>
        <w:t>, layout/ design of flyers/ brochures and/or infographics</w:t>
      </w:r>
      <w:r w:rsidR="00EE4F4B" w:rsidRPr="7552680F">
        <w:rPr>
          <w:rFonts w:eastAsia="Arial"/>
          <w:sz w:val="20"/>
          <w:szCs w:val="20"/>
        </w:rPr>
        <w:t>, independently from the total value of the Project,</w:t>
      </w:r>
      <w:r w:rsidR="002A2466" w:rsidRPr="7552680F">
        <w:rPr>
          <w:color w:val="000000" w:themeColor="text1"/>
          <w:sz w:val="20"/>
          <w:szCs w:val="20"/>
        </w:rPr>
        <w:t xml:space="preserve"> the examples of deliverables shall be annexed to this </w:t>
      </w:r>
      <w:r w:rsidR="00CE4812">
        <w:rPr>
          <w:color w:val="000000" w:themeColor="text1"/>
          <w:sz w:val="20"/>
          <w:szCs w:val="20"/>
        </w:rPr>
        <w:t>S</w:t>
      </w:r>
      <w:r w:rsidR="002A2466" w:rsidRPr="7552680F">
        <w:rPr>
          <w:color w:val="000000" w:themeColor="text1"/>
          <w:sz w:val="20"/>
          <w:szCs w:val="20"/>
        </w:rPr>
        <w:t>elf-declaration</w:t>
      </w:r>
      <w:r w:rsidR="007834C5" w:rsidRPr="7552680F">
        <w:rPr>
          <w:rFonts w:eastAsia="Arial"/>
          <w:sz w:val="20"/>
          <w:szCs w:val="20"/>
        </w:rPr>
        <w:t xml:space="preserve"> </w:t>
      </w:r>
      <w:r w:rsidR="002A2466" w:rsidRPr="7552680F">
        <w:rPr>
          <w:rFonts w:eastAsia="Arial"/>
          <w:sz w:val="20"/>
          <w:szCs w:val="20"/>
        </w:rPr>
        <w:t>(in English/ Ukrainian)</w:t>
      </w:r>
      <w:r w:rsidRPr="7552680F">
        <w:rPr>
          <w:rFonts w:eastAsia="Arial"/>
          <w:sz w:val="20"/>
          <w:szCs w:val="20"/>
        </w:rPr>
        <w:t>.</w:t>
      </w:r>
    </w:p>
    <w:p w14:paraId="0F3ACAA6" w14:textId="77777777" w:rsidR="001156D5" w:rsidRDefault="001156D5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1EB14289" w14:textId="19D7C8D3" w:rsidR="001156D5" w:rsidRDefault="001156D5" w:rsidP="001156D5">
      <w:pPr>
        <w:spacing w:line="276" w:lineRule="auto"/>
        <w:jc w:val="both"/>
        <w:rPr>
          <w:rFonts w:eastAsia="Arial"/>
          <w:b/>
          <w:bCs/>
          <w:sz w:val="20"/>
          <w:szCs w:val="20"/>
          <w:lang w:val="en-US"/>
        </w:rPr>
      </w:pPr>
      <w:r w:rsidRPr="7552680F">
        <w:rPr>
          <w:rFonts w:eastAsia="Arial"/>
          <w:b/>
          <w:bCs/>
          <w:sz w:val="20"/>
          <w:szCs w:val="20"/>
        </w:rPr>
        <w:t xml:space="preserve">C. </w:t>
      </w:r>
      <w:r>
        <w:tab/>
      </w:r>
      <w:r w:rsidRPr="7552680F">
        <w:rPr>
          <w:rFonts w:eastAsia="Arial"/>
          <w:b/>
          <w:bCs/>
          <w:sz w:val="20"/>
          <w:szCs w:val="20"/>
        </w:rPr>
        <w:t xml:space="preserve">Minimum requirements for </w:t>
      </w:r>
      <w:r w:rsidR="00271A7B" w:rsidRPr="7552680F">
        <w:rPr>
          <w:rFonts w:eastAsia="Arial"/>
          <w:b/>
          <w:bCs/>
          <w:sz w:val="20"/>
          <w:szCs w:val="20"/>
        </w:rPr>
        <w:t xml:space="preserve">number of </w:t>
      </w:r>
      <w:r w:rsidR="00271A7B" w:rsidRPr="7552680F">
        <w:rPr>
          <w:rFonts w:eastAsia="Arial"/>
          <w:b/>
          <w:bCs/>
          <w:sz w:val="20"/>
          <w:szCs w:val="20"/>
          <w:lang w:val="en-US"/>
        </w:rPr>
        <w:t>employees</w:t>
      </w:r>
    </w:p>
    <w:p w14:paraId="0C2A9636" w14:textId="77777777" w:rsidR="008A738D" w:rsidRDefault="008A738D" w:rsidP="001156D5">
      <w:pPr>
        <w:spacing w:line="276" w:lineRule="auto"/>
        <w:jc w:val="both"/>
        <w:rPr>
          <w:rFonts w:eastAsia="Arial"/>
          <w:sz w:val="20"/>
          <w:szCs w:val="20"/>
        </w:rPr>
      </w:pPr>
    </w:p>
    <w:p w14:paraId="71581F18" w14:textId="14EA9988" w:rsidR="008A738D" w:rsidRDefault="008527CF" w:rsidP="00331B3B">
      <w:pPr>
        <w:spacing w:before="40" w:after="40"/>
        <w:ind w:right="-284"/>
        <w:jc w:val="both"/>
        <w:rPr>
          <w:color w:val="000000"/>
          <w:sz w:val="20"/>
          <w:szCs w:val="20"/>
        </w:rPr>
      </w:pPr>
      <w:r w:rsidRPr="7552680F">
        <w:rPr>
          <w:sz w:val="20"/>
          <w:szCs w:val="20"/>
        </w:rPr>
        <w:t>At least 7 (seven) persons (employees and managers) in average for the past three calendar years employed in the company.</w:t>
      </w:r>
    </w:p>
    <w:p w14:paraId="6D696E9A" w14:textId="77777777" w:rsidR="00331B3B" w:rsidRPr="00331B3B" w:rsidRDefault="00331B3B" w:rsidP="00A95A9F">
      <w:pPr>
        <w:spacing w:before="40" w:after="40"/>
        <w:ind w:right="-284"/>
        <w:rPr>
          <w:rFonts w:cs="Arial"/>
          <w:b/>
          <w:sz w:val="18"/>
          <w:szCs w:val="18"/>
        </w:rPr>
      </w:pP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72E7870F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1)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 xml:space="preserve">he minimum requirements for reference projects in the </w:t>
      </w:r>
      <w:r w:rsidR="00F002E8" w:rsidRPr="00662918">
        <w:rPr>
          <w:b/>
          <w:szCs w:val="22"/>
        </w:rPr>
        <w:t xml:space="preserve">required technical </w:t>
      </w:r>
      <w:r w:rsidRPr="00662918">
        <w:rPr>
          <w:b/>
          <w:szCs w:val="22"/>
        </w:rPr>
        <w:t>field</w:t>
      </w:r>
      <w:r w:rsidR="00F002E8" w:rsidRPr="00662918">
        <w:rPr>
          <w:b/>
          <w:szCs w:val="22"/>
        </w:rPr>
        <w:t xml:space="preserve"> are </w:t>
      </w:r>
      <w:r w:rsidR="00CC56F1" w:rsidRPr="00662918">
        <w:rPr>
          <w:b/>
          <w:szCs w:val="22"/>
        </w:rPr>
        <w:t>fulfilled</w:t>
      </w:r>
      <w:r w:rsidRPr="00662918">
        <w:rPr>
          <w:b/>
          <w:szCs w:val="22"/>
        </w:rPr>
        <w:t>.</w:t>
      </w:r>
    </w:p>
    <w:p w14:paraId="37352D4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E16ED1D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  <w:r w:rsidRPr="00662918">
        <w:rPr>
          <w:szCs w:val="20"/>
        </w:rPr>
        <w:t xml:space="preserve">The corresponding reference project numbers (as per table 1) are: Numbers </w:t>
      </w:r>
      <w:r w:rsidR="006254E4"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00662918">
        <w:rPr>
          <w:rFonts w:cs="Arial"/>
          <w:szCs w:val="22"/>
        </w:rPr>
        <w:instrText xml:space="preserve"> FORMTEXT </w:instrText>
      </w:r>
      <w:r w:rsidR="006254E4" w:rsidRPr="00662918">
        <w:rPr>
          <w:rFonts w:cs="Arial"/>
          <w:szCs w:val="22"/>
        </w:rPr>
      </w:r>
      <w:r w:rsidR="006254E4"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="006254E4" w:rsidRPr="00662918">
        <w:rPr>
          <w:rFonts w:cs="Arial"/>
          <w:szCs w:val="22"/>
        </w:rPr>
        <w:fldChar w:fldCharType="end"/>
      </w:r>
    </w:p>
    <w:p w14:paraId="20932FBA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499AC345" w14:textId="40E46D25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  <w:r w:rsidRPr="00662918">
        <w:rPr>
          <w:b/>
          <w:szCs w:val="22"/>
        </w:rPr>
        <w:t xml:space="preserve">2) </w:t>
      </w:r>
      <w:r w:rsidR="00F002E8" w:rsidRPr="00662918">
        <w:rPr>
          <w:b/>
          <w:szCs w:val="22"/>
        </w:rPr>
        <w:t>T</w:t>
      </w:r>
      <w:r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6B1119A7" w14:textId="339091BD" w:rsidR="00A95A9F" w:rsidRPr="00662918" w:rsidRDefault="00A95A9F" w:rsidP="7552680F">
      <w:pPr>
        <w:autoSpaceDE w:val="0"/>
        <w:autoSpaceDN w:val="0"/>
        <w:adjustRightInd w:val="0"/>
        <w:rPr>
          <w:rFonts w:cs="Arial"/>
        </w:rPr>
      </w:pPr>
      <w:r w:rsidRPr="7552680F">
        <w:t xml:space="preserve">The corresponding </w:t>
      </w:r>
      <w:r w:rsidR="008527CF" w:rsidRPr="7552680F">
        <w:t>examples are</w:t>
      </w:r>
      <w:r w:rsidR="00D21411" w:rsidRPr="7552680F">
        <w:t xml:space="preserve"> in Annexes</w:t>
      </w:r>
      <w:r w:rsidRPr="7552680F">
        <w:t xml:space="preserve">: Numbers </w:t>
      </w:r>
      <w:r w:rsidR="006254E4" w:rsidRPr="7552680F">
        <w:rPr>
          <w:rFonts w:cs="Arial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="006254E4" w:rsidRPr="7552680F">
        <w:rPr>
          <w:rFonts w:cs="Arial"/>
        </w:rPr>
        <w:instrText xml:space="preserve"> FORMTEXT </w:instrText>
      </w:r>
      <w:r w:rsidR="006254E4" w:rsidRPr="7552680F">
        <w:rPr>
          <w:rFonts w:cs="Arial"/>
        </w:rPr>
      </w:r>
      <w:r w:rsidR="006254E4" w:rsidRPr="7552680F">
        <w:rPr>
          <w:rFonts w:cs="Arial"/>
        </w:rPr>
        <w:fldChar w:fldCharType="separate"/>
      </w:r>
      <w:r w:rsidRPr="00662918">
        <w:rPr>
          <w:szCs w:val="22"/>
        </w:rPr>
        <w:t>     </w:t>
      </w:r>
      <w:r w:rsidR="006254E4" w:rsidRPr="7552680F">
        <w:rPr>
          <w:rFonts w:cs="Arial"/>
        </w:rPr>
        <w:fldChar w:fldCharType="end"/>
      </w:r>
    </w:p>
    <w:p w14:paraId="0DE25E59" w14:textId="404A440A" w:rsidR="006245D2" w:rsidRPr="00662918" w:rsidRDefault="006245D2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447032FE" w14:textId="10959231" w:rsidR="006245D2" w:rsidRPr="00662918" w:rsidRDefault="006245D2" w:rsidP="7552680F">
      <w:pPr>
        <w:spacing w:before="40" w:after="40"/>
        <w:ind w:right="-284"/>
        <w:rPr>
          <w:rFonts w:cs="Arial"/>
          <w:b/>
          <w:bCs/>
        </w:rPr>
      </w:pPr>
      <w:r w:rsidRPr="7552680F">
        <w:rPr>
          <w:rFonts w:cs="Arial"/>
        </w:rPr>
        <w:t xml:space="preserve">3) </w:t>
      </w:r>
      <w:r w:rsidRPr="7552680F">
        <w:rPr>
          <w:b/>
          <w:bCs/>
        </w:rPr>
        <w:t xml:space="preserve">The minimum requirements for </w:t>
      </w:r>
      <w:r w:rsidR="008527CF" w:rsidRPr="7552680F">
        <w:rPr>
          <w:rFonts w:cs="Arial"/>
          <w:b/>
          <w:bCs/>
        </w:rPr>
        <w:t xml:space="preserve">number of employees </w:t>
      </w:r>
      <w:r w:rsidRPr="7552680F">
        <w:rPr>
          <w:b/>
          <w:bCs/>
        </w:rPr>
        <w:t>are fulfilled.</w:t>
      </w:r>
    </w:p>
    <w:p w14:paraId="7C2106F3" w14:textId="4A0B1C99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693B5164" w14:textId="46DFB2FB" w:rsidR="006245D2" w:rsidRPr="00662918" w:rsidRDefault="006245D2" w:rsidP="7552680F">
      <w:pPr>
        <w:autoSpaceDE w:val="0"/>
        <w:autoSpaceDN w:val="0"/>
        <w:adjustRightInd w:val="0"/>
        <w:rPr>
          <w:rFonts w:cs="Arial"/>
        </w:rPr>
      </w:pPr>
      <w:r w:rsidRPr="7552680F">
        <w:t xml:space="preserve">The corresponding </w:t>
      </w:r>
      <w:r w:rsidR="008527CF" w:rsidRPr="7552680F">
        <w:t>average number of employees</w:t>
      </w:r>
      <w:r w:rsidR="00AD4ADB">
        <w:t xml:space="preserve"> </w:t>
      </w:r>
      <w:r w:rsidR="00AD4ADB" w:rsidRPr="00E22F3C">
        <w:t>in average over the last three years</w:t>
      </w:r>
      <w:r w:rsidRPr="7552680F">
        <w:t xml:space="preserve">: Numbers </w:t>
      </w:r>
      <w:r w:rsidRPr="7552680F">
        <w:rPr>
          <w:rFonts w:cs="Arial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7552680F">
        <w:rPr>
          <w:rFonts w:cs="Arial"/>
        </w:rPr>
        <w:instrText xml:space="preserve"> FORMTEXT </w:instrText>
      </w:r>
      <w:r w:rsidRPr="7552680F">
        <w:rPr>
          <w:rFonts w:cs="Arial"/>
        </w:rPr>
      </w:r>
      <w:r w:rsidRPr="7552680F">
        <w:rPr>
          <w:rFonts w:cs="Arial"/>
        </w:rPr>
        <w:fldChar w:fldCharType="separate"/>
      </w:r>
      <w:r w:rsidRPr="00662918">
        <w:rPr>
          <w:szCs w:val="22"/>
        </w:rPr>
        <w:t>     </w:t>
      </w:r>
      <w:r w:rsidRPr="7552680F">
        <w:rPr>
          <w:rFonts w:cs="Arial"/>
        </w:rPr>
        <w:fldChar w:fldCharType="end"/>
      </w:r>
    </w:p>
    <w:p w14:paraId="2754E363" w14:textId="77777777" w:rsidR="006245D2" w:rsidRPr="00662918" w:rsidRDefault="006245D2" w:rsidP="00A95A9F">
      <w:pPr>
        <w:autoSpaceDE w:val="0"/>
        <w:autoSpaceDN w:val="0"/>
        <w:adjustRightInd w:val="0"/>
        <w:rPr>
          <w:rFonts w:eastAsiaTheme="minorHAnsi" w:cs="Arial"/>
          <w:szCs w:val="20"/>
        </w:rPr>
      </w:pPr>
    </w:p>
    <w:p w14:paraId="27BEF268" w14:textId="77777777" w:rsidR="003C5C7C" w:rsidRPr="00662918" w:rsidRDefault="003C5C7C" w:rsidP="003C5C7C">
      <w:pPr>
        <w:spacing w:before="40" w:after="40"/>
        <w:ind w:right="-284"/>
        <w:rPr>
          <w:rFonts w:cs="Arial"/>
          <w:b/>
          <w:bCs/>
          <w:szCs w:val="22"/>
        </w:rPr>
      </w:pPr>
    </w:p>
    <w:p w14:paraId="70ECCC8D" w14:textId="46ED08D0" w:rsidR="001B5011" w:rsidRPr="00662918" w:rsidRDefault="001B5011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1B5011" w:rsidRPr="00662918" w:rsidSect="004F56C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1133" w:bottom="1247" w:left="1418" w:header="425" w:footer="567" w:gutter="0"/>
          <w:cols w:space="708"/>
          <w:docGrid w:linePitch="360"/>
        </w:sectPr>
      </w:pPr>
    </w:p>
    <w:p w14:paraId="47702B5E" w14:textId="1458AA43" w:rsidR="00DA3266" w:rsidRPr="00662918" w:rsidRDefault="002975F6" w:rsidP="7552680F">
      <w:pPr>
        <w:spacing w:before="100" w:beforeAutospacing="1" w:after="100" w:line="288" w:lineRule="auto"/>
        <w:ind w:right="28"/>
        <w:rPr>
          <w:rFonts w:cs="Arial"/>
          <w:i/>
          <w:iCs/>
        </w:rPr>
      </w:pPr>
      <w:r w:rsidRPr="7552680F">
        <w:rPr>
          <w:b/>
          <w:bCs/>
        </w:rPr>
        <w:lastRenderedPageBreak/>
        <w:t xml:space="preserve">Table 1: Overview of reference projects </w:t>
      </w:r>
      <w:r>
        <w:t>(</w:t>
      </w:r>
      <w:r w:rsidRPr="7552680F">
        <w:rPr>
          <w:i/>
          <w:iCs/>
        </w:rPr>
        <w:t xml:space="preserve">only reference projects </w:t>
      </w:r>
      <w:r w:rsidR="009320A7" w:rsidRPr="7552680F">
        <w:rPr>
          <w:i/>
          <w:iCs/>
        </w:rPr>
        <w:t>according to description of</w:t>
      </w:r>
      <w:r w:rsidRPr="7552680F">
        <w:rPr>
          <w:i/>
          <w:iCs/>
        </w:rPr>
        <w:t xml:space="preserve"> </w:t>
      </w:r>
      <w:r w:rsidR="00FE1CA3" w:rsidRPr="7552680F">
        <w:rPr>
          <w:i/>
          <w:iCs/>
        </w:rPr>
        <w:t>A criteria</w:t>
      </w:r>
      <w:r w:rsidRPr="7552680F">
        <w:rPr>
          <w:i/>
          <w:iCs/>
        </w:rPr>
        <w:t>.</w:t>
      </w:r>
      <w:r w:rsidR="00670A95" w:rsidRPr="7552680F">
        <w:rPr>
          <w:i/>
          <w:iCs/>
        </w:rPr>
        <w:t>’</w:t>
      </w:r>
      <w:r w:rsidRPr="7552680F">
        <w:rPr>
          <w:i/>
          <w:iCs/>
        </w:rPr>
        <w:t>)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>(brief description of the content of the measure, 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131EBBB0" w14:textId="77777777" w:rsidR="003049BD" w:rsidRDefault="00C63C0B" w:rsidP="0025197C">
      <w:pPr>
        <w:pStyle w:val="Heading3"/>
        <w:spacing w:before="100" w:beforeAutospacing="1" w:after="100"/>
      </w:pPr>
      <w:r w:rsidRPr="00662918">
        <w:t xml:space="preserve">By submitting this document via the </w:t>
      </w:r>
      <w:r w:rsidR="000F2177" w:rsidRPr="00662918">
        <w:t>GIZ eProcurement Tender Platform</w:t>
      </w:r>
      <w:r w:rsidRPr="00662918">
        <w:t>, I/we confirm that the aforementioned information is complete and true.</w:t>
      </w:r>
    </w:p>
    <w:p w14:paraId="2E25CDFF" w14:textId="77777777" w:rsidR="00DB3EC9" w:rsidRPr="00E2476C" w:rsidRDefault="00DB3EC9" w:rsidP="00DB3EC9">
      <w:pPr>
        <w:ind w:firstLine="8505"/>
        <w:rPr>
          <w:lang w:val="uk-UA" w:eastAsia="en-US"/>
        </w:rPr>
      </w:pPr>
      <w:r>
        <w:rPr>
          <w:lang w:val="uk-UA" w:eastAsia="en-US"/>
        </w:rPr>
        <w:t xml:space="preserve">Дата: </w:t>
      </w:r>
    </w:p>
    <w:tbl>
      <w:tblPr>
        <w:tblW w:w="14515" w:type="dxa"/>
        <w:tblLook w:val="04A0" w:firstRow="1" w:lastRow="0" w:firstColumn="1" w:lastColumn="0" w:noHBand="0" w:noVBand="1"/>
      </w:tblPr>
      <w:tblGrid>
        <w:gridCol w:w="2552"/>
        <w:gridCol w:w="4528"/>
        <w:gridCol w:w="272"/>
        <w:gridCol w:w="2004"/>
        <w:gridCol w:w="5139"/>
        <w:gridCol w:w="20"/>
      </w:tblGrid>
      <w:tr w:rsidR="00DB3EC9" w:rsidRPr="002929D8" w14:paraId="196915AE" w14:textId="77777777" w:rsidTr="00BF7C75">
        <w:trPr>
          <w:trHeight w:val="48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5C68E1" w14:textId="77777777" w:rsidR="00DB3EC9" w:rsidRPr="002929D8" w:rsidRDefault="00DB3EC9" w:rsidP="008859B6">
            <w:pPr>
              <w:jc w:val="right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Посада</w:t>
            </w:r>
            <w:proofErr w:type="spellEnd"/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3307740" w14:textId="77777777" w:rsidR="00DB3EC9" w:rsidRPr="002929D8" w:rsidRDefault="00DB3EC9" w:rsidP="008859B6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BA14D" w14:textId="77777777" w:rsidR="00DB3EC9" w:rsidRPr="002929D8" w:rsidRDefault="00DB3EC9" w:rsidP="008859B6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uk-UA" w:eastAsia="en-US"/>
              </w:rPr>
              <w:t xml:space="preserve">                     </w:t>
            </w:r>
            <w:proofErr w:type="spellStart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Підпис</w:t>
            </w:r>
            <w:proofErr w:type="spellEnd"/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7747D2A6" w14:textId="77777777" w:rsidR="00DB3EC9" w:rsidRPr="002929D8" w:rsidRDefault="00DB3EC9" w:rsidP="008859B6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DB3EC9" w:rsidRPr="002929D8" w14:paraId="6CE2D6AE" w14:textId="77777777" w:rsidTr="00DB3EC9">
        <w:trPr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F7172EC" w14:textId="77777777" w:rsidR="00DB3EC9" w:rsidRPr="002929D8" w:rsidRDefault="00DB3EC9" w:rsidP="008859B6">
            <w:pPr>
              <w:jc w:val="right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Прізвище</w:t>
            </w:r>
            <w:proofErr w:type="spellEnd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Ім'я</w:t>
            </w:r>
            <w:proofErr w:type="spellEnd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52C935" w14:textId="77777777" w:rsidR="00DB3EC9" w:rsidRPr="002929D8" w:rsidRDefault="00DB3EC9" w:rsidP="008859B6">
            <w:pPr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DF1A8" w14:textId="77777777" w:rsidR="00DB3EC9" w:rsidRPr="002929D8" w:rsidRDefault="00DB3EC9" w:rsidP="008859B6">
            <w:pPr>
              <w:jc w:val="right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Печатка</w:t>
            </w:r>
            <w:proofErr w:type="spellEnd"/>
          </w:p>
        </w:tc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CC087" w14:textId="77777777" w:rsidR="00DB3EC9" w:rsidRPr="002929D8" w:rsidRDefault="00DB3EC9" w:rsidP="008859B6">
            <w:pPr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DB3EC9" w:rsidRPr="002929D8" w14:paraId="237BE865" w14:textId="77777777" w:rsidTr="008859B6">
        <w:trPr>
          <w:gridAfter w:val="1"/>
          <w:wAfter w:w="20" w:type="dxa"/>
          <w:trHeight w:val="1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2B0AB" w14:textId="77777777" w:rsidR="00DB3EC9" w:rsidRPr="002929D8" w:rsidRDefault="00DB3EC9" w:rsidP="008859B6">
            <w:pPr>
              <w:jc w:val="right"/>
              <w:rPr>
                <w:rFonts w:cs="Arial"/>
                <w:color w:val="000000"/>
                <w:sz w:val="16"/>
                <w:szCs w:val="16"/>
                <w:lang w:val="en-US" w:eastAsia="en-US"/>
              </w:rPr>
            </w:pPr>
            <w:r w:rsidRPr="002929D8">
              <w:rPr>
                <w:rFonts w:cs="Arial"/>
                <w:color w:val="000000"/>
                <w:sz w:val="16"/>
                <w:szCs w:val="16"/>
                <w:lang w:val="en-US" w:eastAsia="en-US"/>
              </w:rPr>
              <w:t>/Signing information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079D8" w14:textId="77777777" w:rsidR="00DB3EC9" w:rsidRPr="002929D8" w:rsidRDefault="00DB3EC9" w:rsidP="008859B6">
            <w:pPr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F38A0" w14:textId="77777777" w:rsidR="00DB3EC9" w:rsidRPr="002929D8" w:rsidRDefault="00DB3EC9" w:rsidP="008859B6">
            <w:pPr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  <w:r w:rsidRPr="002929D8">
              <w:rPr>
                <w:rFonts w:cs="Arial"/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7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C0DD9" w14:textId="77777777" w:rsidR="00DB3EC9" w:rsidRPr="002929D8" w:rsidRDefault="00DB3EC9" w:rsidP="008859B6">
            <w:pPr>
              <w:jc w:val="center"/>
              <w:rPr>
                <w:rFonts w:cs="Arial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196761F6" w14:textId="77777777" w:rsidR="00DB3EC9" w:rsidRPr="00DB3EC9" w:rsidRDefault="00DB3EC9" w:rsidP="00BF7C75">
      <w:pPr>
        <w:rPr>
          <w:lang w:eastAsia="en-US"/>
        </w:rPr>
      </w:pPr>
    </w:p>
    <w:sectPr w:rsidR="00DB3EC9" w:rsidRPr="00DB3EC9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61115" w14:textId="77777777" w:rsidR="006429C2" w:rsidRDefault="006429C2" w:rsidP="00A637D0">
      <w:r>
        <w:separator/>
      </w:r>
    </w:p>
  </w:endnote>
  <w:endnote w:type="continuationSeparator" w:id="0">
    <w:p w14:paraId="0236F6F6" w14:textId="77777777" w:rsidR="006429C2" w:rsidRDefault="006429C2" w:rsidP="00A637D0">
      <w:r>
        <w:continuationSeparator/>
      </w:r>
    </w:p>
  </w:endnote>
  <w:endnote w:type="continuationNotice" w:id="1">
    <w:p w14:paraId="337BB8D3" w14:textId="77777777" w:rsidR="006429C2" w:rsidRDefault="00642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77777777" w:rsidR="00A06D30" w:rsidRPr="00E32D51" w:rsidRDefault="000E5268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12</w:t>
          </w:r>
          <w:r w:rsidR="00A06D30">
            <w:t>/2018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77777777" w:rsidR="00A06D30" w:rsidRPr="00E32D51" w:rsidRDefault="00930030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1</w:t>
          </w:r>
          <w:r w:rsidR="00A06D30">
            <w:t>2/2018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C833" w14:textId="77777777" w:rsidR="006429C2" w:rsidRDefault="006429C2" w:rsidP="00A637D0">
      <w:r>
        <w:separator/>
      </w:r>
    </w:p>
  </w:footnote>
  <w:footnote w:type="continuationSeparator" w:id="0">
    <w:p w14:paraId="768FEEC7" w14:textId="77777777" w:rsidR="006429C2" w:rsidRDefault="006429C2" w:rsidP="00A637D0">
      <w:r>
        <w:continuationSeparator/>
      </w:r>
    </w:p>
  </w:footnote>
  <w:footnote w:type="continuationNotice" w:id="1">
    <w:p w14:paraId="3EF6F44D" w14:textId="77777777" w:rsidR="006429C2" w:rsidRDefault="00642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344C310" w14:textId="77777777" w:rsidTr="00E80124">
      <w:trPr>
        <w:trHeight w:val="1418"/>
      </w:trPr>
      <w:tc>
        <w:tcPr>
          <w:tcW w:w="9348" w:type="dxa"/>
        </w:tcPr>
        <w:p w14:paraId="25F2EB97" w14:textId="1C2CAAA3" w:rsidR="00A06D30" w:rsidRPr="00FB21AF" w:rsidRDefault="00A06D30" w:rsidP="003658A9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Self-declaration of eligibility </w:t>
          </w:r>
        </w:p>
      </w:tc>
    </w:tr>
  </w:tbl>
  <w:p w14:paraId="2FFC3A65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239A088" w14:textId="77777777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52783"/>
    <w:multiLevelType w:val="hybridMultilevel"/>
    <w:tmpl w:val="F490C116"/>
    <w:lvl w:ilvl="0" w:tplc="042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119951">
    <w:abstractNumId w:val="9"/>
  </w:num>
  <w:num w:numId="2" w16cid:durableId="1681005071">
    <w:abstractNumId w:val="8"/>
  </w:num>
  <w:num w:numId="3" w16cid:durableId="1023938296">
    <w:abstractNumId w:val="7"/>
  </w:num>
  <w:num w:numId="4" w16cid:durableId="733359581">
    <w:abstractNumId w:val="6"/>
  </w:num>
  <w:num w:numId="5" w16cid:durableId="324818986">
    <w:abstractNumId w:val="5"/>
  </w:num>
  <w:num w:numId="6" w16cid:durableId="1840928121">
    <w:abstractNumId w:val="4"/>
  </w:num>
  <w:num w:numId="7" w16cid:durableId="225727053">
    <w:abstractNumId w:val="3"/>
  </w:num>
  <w:num w:numId="8" w16cid:durableId="922686526">
    <w:abstractNumId w:val="2"/>
  </w:num>
  <w:num w:numId="9" w16cid:durableId="2050373682">
    <w:abstractNumId w:val="1"/>
  </w:num>
  <w:num w:numId="10" w16cid:durableId="59057791">
    <w:abstractNumId w:val="0"/>
  </w:num>
  <w:num w:numId="11" w16cid:durableId="1381900043">
    <w:abstractNumId w:val="21"/>
  </w:num>
  <w:num w:numId="12" w16cid:durableId="688723892">
    <w:abstractNumId w:val="10"/>
  </w:num>
  <w:num w:numId="13" w16cid:durableId="732702053">
    <w:abstractNumId w:val="19"/>
  </w:num>
  <w:num w:numId="14" w16cid:durableId="1966958899">
    <w:abstractNumId w:val="17"/>
  </w:num>
  <w:num w:numId="15" w16cid:durableId="1718159749">
    <w:abstractNumId w:val="11"/>
  </w:num>
  <w:num w:numId="16" w16cid:durableId="1718045089">
    <w:abstractNumId w:val="14"/>
  </w:num>
  <w:num w:numId="17" w16cid:durableId="899906061">
    <w:abstractNumId w:val="18"/>
  </w:num>
  <w:num w:numId="18" w16cid:durableId="1977367625">
    <w:abstractNumId w:val="15"/>
  </w:num>
  <w:num w:numId="19" w16cid:durableId="566458124">
    <w:abstractNumId w:val="22"/>
  </w:num>
  <w:num w:numId="20" w16cid:durableId="596866465">
    <w:abstractNumId w:val="16"/>
  </w:num>
  <w:num w:numId="21" w16cid:durableId="189226730">
    <w:abstractNumId w:val="12"/>
  </w:num>
  <w:num w:numId="22" w16cid:durableId="1501505512">
    <w:abstractNumId w:val="20"/>
  </w:num>
  <w:num w:numId="23" w16cid:durableId="4009819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1316A"/>
    <w:rsid w:val="00013752"/>
    <w:rsid w:val="000304BC"/>
    <w:rsid w:val="00047F4A"/>
    <w:rsid w:val="00052ABD"/>
    <w:rsid w:val="000559A2"/>
    <w:rsid w:val="00074DAF"/>
    <w:rsid w:val="00083456"/>
    <w:rsid w:val="000A5C66"/>
    <w:rsid w:val="000B0E75"/>
    <w:rsid w:val="000B478D"/>
    <w:rsid w:val="000C1CE3"/>
    <w:rsid w:val="000D0E11"/>
    <w:rsid w:val="000E3666"/>
    <w:rsid w:val="000E4FA6"/>
    <w:rsid w:val="000E5268"/>
    <w:rsid w:val="000F1C7E"/>
    <w:rsid w:val="000F2143"/>
    <w:rsid w:val="000F2177"/>
    <w:rsid w:val="00101FDB"/>
    <w:rsid w:val="00112883"/>
    <w:rsid w:val="001130BA"/>
    <w:rsid w:val="00113204"/>
    <w:rsid w:val="00114F6C"/>
    <w:rsid w:val="001156D5"/>
    <w:rsid w:val="00125B43"/>
    <w:rsid w:val="00131B58"/>
    <w:rsid w:val="00131DC6"/>
    <w:rsid w:val="00142010"/>
    <w:rsid w:val="00143B6A"/>
    <w:rsid w:val="00150FD8"/>
    <w:rsid w:val="00152257"/>
    <w:rsid w:val="00161428"/>
    <w:rsid w:val="00165E31"/>
    <w:rsid w:val="00190868"/>
    <w:rsid w:val="001A17F9"/>
    <w:rsid w:val="001B0209"/>
    <w:rsid w:val="001B11D3"/>
    <w:rsid w:val="001B1784"/>
    <w:rsid w:val="001B5011"/>
    <w:rsid w:val="001B7AAD"/>
    <w:rsid w:val="001C07C7"/>
    <w:rsid w:val="001D41F6"/>
    <w:rsid w:val="001D6A12"/>
    <w:rsid w:val="001D7634"/>
    <w:rsid w:val="001E3DF3"/>
    <w:rsid w:val="001F1379"/>
    <w:rsid w:val="00200B0F"/>
    <w:rsid w:val="002039E4"/>
    <w:rsid w:val="002045A8"/>
    <w:rsid w:val="00205815"/>
    <w:rsid w:val="0020698D"/>
    <w:rsid w:val="00206AAB"/>
    <w:rsid w:val="0021155E"/>
    <w:rsid w:val="0022309E"/>
    <w:rsid w:val="002320DD"/>
    <w:rsid w:val="00241632"/>
    <w:rsid w:val="00247C37"/>
    <w:rsid w:val="0025197C"/>
    <w:rsid w:val="002532B6"/>
    <w:rsid w:val="00260630"/>
    <w:rsid w:val="002616A5"/>
    <w:rsid w:val="00270A19"/>
    <w:rsid w:val="00271A7B"/>
    <w:rsid w:val="0027290F"/>
    <w:rsid w:val="00275F2B"/>
    <w:rsid w:val="002840F5"/>
    <w:rsid w:val="0028411B"/>
    <w:rsid w:val="0028645D"/>
    <w:rsid w:val="00287635"/>
    <w:rsid w:val="00293310"/>
    <w:rsid w:val="00294602"/>
    <w:rsid w:val="00295C25"/>
    <w:rsid w:val="002975F6"/>
    <w:rsid w:val="002A2466"/>
    <w:rsid w:val="002A379A"/>
    <w:rsid w:val="002A4265"/>
    <w:rsid w:val="002B0417"/>
    <w:rsid w:val="002B1DF5"/>
    <w:rsid w:val="002B3058"/>
    <w:rsid w:val="002B696B"/>
    <w:rsid w:val="002C0268"/>
    <w:rsid w:val="002C318A"/>
    <w:rsid w:val="002F4523"/>
    <w:rsid w:val="003049BD"/>
    <w:rsid w:val="00304B51"/>
    <w:rsid w:val="00320EDC"/>
    <w:rsid w:val="003250F7"/>
    <w:rsid w:val="003306FA"/>
    <w:rsid w:val="00331B3B"/>
    <w:rsid w:val="00333EFE"/>
    <w:rsid w:val="00341622"/>
    <w:rsid w:val="0034250C"/>
    <w:rsid w:val="00342640"/>
    <w:rsid w:val="00351DC4"/>
    <w:rsid w:val="003658A9"/>
    <w:rsid w:val="00371240"/>
    <w:rsid w:val="00371F72"/>
    <w:rsid w:val="00373042"/>
    <w:rsid w:val="00373130"/>
    <w:rsid w:val="003828E6"/>
    <w:rsid w:val="0038591D"/>
    <w:rsid w:val="003A707D"/>
    <w:rsid w:val="003B04CD"/>
    <w:rsid w:val="003B1D21"/>
    <w:rsid w:val="003B67CC"/>
    <w:rsid w:val="003C31A1"/>
    <w:rsid w:val="003C5C7C"/>
    <w:rsid w:val="003C6FDC"/>
    <w:rsid w:val="003D0F78"/>
    <w:rsid w:val="003D266E"/>
    <w:rsid w:val="003D3631"/>
    <w:rsid w:val="003F089E"/>
    <w:rsid w:val="003F447D"/>
    <w:rsid w:val="003F6EC9"/>
    <w:rsid w:val="003F7303"/>
    <w:rsid w:val="00405669"/>
    <w:rsid w:val="00415BA6"/>
    <w:rsid w:val="004435ED"/>
    <w:rsid w:val="004511CA"/>
    <w:rsid w:val="0045739A"/>
    <w:rsid w:val="00463EC1"/>
    <w:rsid w:val="00464179"/>
    <w:rsid w:val="00464E0D"/>
    <w:rsid w:val="00466305"/>
    <w:rsid w:val="004666E2"/>
    <w:rsid w:val="00471B2E"/>
    <w:rsid w:val="00472CB8"/>
    <w:rsid w:val="0047680C"/>
    <w:rsid w:val="004821C0"/>
    <w:rsid w:val="0049307C"/>
    <w:rsid w:val="00495C9A"/>
    <w:rsid w:val="004A28D6"/>
    <w:rsid w:val="004A2BE9"/>
    <w:rsid w:val="004A374F"/>
    <w:rsid w:val="004A5843"/>
    <w:rsid w:val="004A7455"/>
    <w:rsid w:val="004B2512"/>
    <w:rsid w:val="004B258F"/>
    <w:rsid w:val="004B6704"/>
    <w:rsid w:val="004C4961"/>
    <w:rsid w:val="004D52D4"/>
    <w:rsid w:val="004E11DA"/>
    <w:rsid w:val="004E597C"/>
    <w:rsid w:val="004E7D77"/>
    <w:rsid w:val="004F56CA"/>
    <w:rsid w:val="004F6D94"/>
    <w:rsid w:val="00503D35"/>
    <w:rsid w:val="00553FC0"/>
    <w:rsid w:val="00556EAD"/>
    <w:rsid w:val="00560CEA"/>
    <w:rsid w:val="005840EF"/>
    <w:rsid w:val="005875AF"/>
    <w:rsid w:val="00595E85"/>
    <w:rsid w:val="005B3D97"/>
    <w:rsid w:val="005C11A9"/>
    <w:rsid w:val="005D18E7"/>
    <w:rsid w:val="005D3551"/>
    <w:rsid w:val="005D500F"/>
    <w:rsid w:val="005D60B4"/>
    <w:rsid w:val="005E0A0F"/>
    <w:rsid w:val="005E650B"/>
    <w:rsid w:val="005F5340"/>
    <w:rsid w:val="00612962"/>
    <w:rsid w:val="00613213"/>
    <w:rsid w:val="00613B92"/>
    <w:rsid w:val="00615784"/>
    <w:rsid w:val="006245D2"/>
    <w:rsid w:val="00625191"/>
    <w:rsid w:val="006254E4"/>
    <w:rsid w:val="006305DE"/>
    <w:rsid w:val="00640E1F"/>
    <w:rsid w:val="00641269"/>
    <w:rsid w:val="006429C2"/>
    <w:rsid w:val="00642A84"/>
    <w:rsid w:val="00644D9C"/>
    <w:rsid w:val="00647683"/>
    <w:rsid w:val="00655A55"/>
    <w:rsid w:val="00655F11"/>
    <w:rsid w:val="006601D0"/>
    <w:rsid w:val="006628DB"/>
    <w:rsid w:val="00662918"/>
    <w:rsid w:val="00670A95"/>
    <w:rsid w:val="00684EBF"/>
    <w:rsid w:val="0069220B"/>
    <w:rsid w:val="00692413"/>
    <w:rsid w:val="00694737"/>
    <w:rsid w:val="00696B10"/>
    <w:rsid w:val="006B4708"/>
    <w:rsid w:val="006C3411"/>
    <w:rsid w:val="006D257B"/>
    <w:rsid w:val="006D590F"/>
    <w:rsid w:val="006E2E2F"/>
    <w:rsid w:val="006E724B"/>
    <w:rsid w:val="006F545C"/>
    <w:rsid w:val="006F643B"/>
    <w:rsid w:val="007000B3"/>
    <w:rsid w:val="007077E8"/>
    <w:rsid w:val="00717F04"/>
    <w:rsid w:val="00722877"/>
    <w:rsid w:val="007245A9"/>
    <w:rsid w:val="007273C6"/>
    <w:rsid w:val="00737DF1"/>
    <w:rsid w:val="00745D81"/>
    <w:rsid w:val="007461A4"/>
    <w:rsid w:val="00752AC5"/>
    <w:rsid w:val="007702B2"/>
    <w:rsid w:val="00780022"/>
    <w:rsid w:val="00780DA8"/>
    <w:rsid w:val="007834C5"/>
    <w:rsid w:val="0079505C"/>
    <w:rsid w:val="00795832"/>
    <w:rsid w:val="007A14C8"/>
    <w:rsid w:val="007A2361"/>
    <w:rsid w:val="007A4878"/>
    <w:rsid w:val="007B02E2"/>
    <w:rsid w:val="007B14B5"/>
    <w:rsid w:val="007B15CD"/>
    <w:rsid w:val="007C0EA5"/>
    <w:rsid w:val="007C2451"/>
    <w:rsid w:val="007D1F6F"/>
    <w:rsid w:val="007D416C"/>
    <w:rsid w:val="007D626A"/>
    <w:rsid w:val="007D6FB7"/>
    <w:rsid w:val="007D7B89"/>
    <w:rsid w:val="007F53DB"/>
    <w:rsid w:val="008018D8"/>
    <w:rsid w:val="008071C6"/>
    <w:rsid w:val="00824179"/>
    <w:rsid w:val="00833785"/>
    <w:rsid w:val="00837D78"/>
    <w:rsid w:val="008407CC"/>
    <w:rsid w:val="00840C61"/>
    <w:rsid w:val="00845E5A"/>
    <w:rsid w:val="008472EF"/>
    <w:rsid w:val="00847F0B"/>
    <w:rsid w:val="008527CF"/>
    <w:rsid w:val="008564C5"/>
    <w:rsid w:val="00856CFA"/>
    <w:rsid w:val="008761AD"/>
    <w:rsid w:val="00880B21"/>
    <w:rsid w:val="00882D2F"/>
    <w:rsid w:val="008912BE"/>
    <w:rsid w:val="008964DD"/>
    <w:rsid w:val="008A634C"/>
    <w:rsid w:val="008A738D"/>
    <w:rsid w:val="008B1997"/>
    <w:rsid w:val="008B4094"/>
    <w:rsid w:val="008C00BE"/>
    <w:rsid w:val="008D01E7"/>
    <w:rsid w:val="008D4B06"/>
    <w:rsid w:val="008D5A9C"/>
    <w:rsid w:val="008F46F6"/>
    <w:rsid w:val="00905B81"/>
    <w:rsid w:val="00907389"/>
    <w:rsid w:val="00913AD6"/>
    <w:rsid w:val="00914472"/>
    <w:rsid w:val="00922911"/>
    <w:rsid w:val="009239DC"/>
    <w:rsid w:val="00930030"/>
    <w:rsid w:val="009320A7"/>
    <w:rsid w:val="009421DC"/>
    <w:rsid w:val="00942857"/>
    <w:rsid w:val="0094765B"/>
    <w:rsid w:val="009516F9"/>
    <w:rsid w:val="00957D5A"/>
    <w:rsid w:val="00964A05"/>
    <w:rsid w:val="00966C15"/>
    <w:rsid w:val="00967801"/>
    <w:rsid w:val="00994A1D"/>
    <w:rsid w:val="009A13D5"/>
    <w:rsid w:val="009A6EC0"/>
    <w:rsid w:val="009B0BA2"/>
    <w:rsid w:val="009B772A"/>
    <w:rsid w:val="009C4392"/>
    <w:rsid w:val="009C7098"/>
    <w:rsid w:val="009D33C1"/>
    <w:rsid w:val="009E1663"/>
    <w:rsid w:val="009E4E08"/>
    <w:rsid w:val="009E7E71"/>
    <w:rsid w:val="009F4C68"/>
    <w:rsid w:val="00A00268"/>
    <w:rsid w:val="00A03C19"/>
    <w:rsid w:val="00A06D30"/>
    <w:rsid w:val="00A078BE"/>
    <w:rsid w:val="00A10620"/>
    <w:rsid w:val="00A11BEF"/>
    <w:rsid w:val="00A13972"/>
    <w:rsid w:val="00A15A9A"/>
    <w:rsid w:val="00A33934"/>
    <w:rsid w:val="00A43ABF"/>
    <w:rsid w:val="00A454D1"/>
    <w:rsid w:val="00A57680"/>
    <w:rsid w:val="00A637D0"/>
    <w:rsid w:val="00A64890"/>
    <w:rsid w:val="00A66242"/>
    <w:rsid w:val="00A71D28"/>
    <w:rsid w:val="00A73771"/>
    <w:rsid w:val="00A75A52"/>
    <w:rsid w:val="00A95A9F"/>
    <w:rsid w:val="00A9601D"/>
    <w:rsid w:val="00AA0BB3"/>
    <w:rsid w:val="00AA6E8D"/>
    <w:rsid w:val="00AB192E"/>
    <w:rsid w:val="00AB4724"/>
    <w:rsid w:val="00AC0E75"/>
    <w:rsid w:val="00AC2FA8"/>
    <w:rsid w:val="00AD4ADB"/>
    <w:rsid w:val="00AD7EB8"/>
    <w:rsid w:val="00AE5681"/>
    <w:rsid w:val="00AE6941"/>
    <w:rsid w:val="00AF5780"/>
    <w:rsid w:val="00B00315"/>
    <w:rsid w:val="00B00A7D"/>
    <w:rsid w:val="00B02916"/>
    <w:rsid w:val="00B03AC9"/>
    <w:rsid w:val="00B1339E"/>
    <w:rsid w:val="00B23934"/>
    <w:rsid w:val="00B24A1B"/>
    <w:rsid w:val="00B30B33"/>
    <w:rsid w:val="00B3773F"/>
    <w:rsid w:val="00B5388E"/>
    <w:rsid w:val="00B5664D"/>
    <w:rsid w:val="00B65D2B"/>
    <w:rsid w:val="00B71110"/>
    <w:rsid w:val="00B770F7"/>
    <w:rsid w:val="00B805D3"/>
    <w:rsid w:val="00B80CAA"/>
    <w:rsid w:val="00B80DAF"/>
    <w:rsid w:val="00B83763"/>
    <w:rsid w:val="00B86CC5"/>
    <w:rsid w:val="00B92A68"/>
    <w:rsid w:val="00B92EA4"/>
    <w:rsid w:val="00B969D6"/>
    <w:rsid w:val="00B96EDD"/>
    <w:rsid w:val="00BA06E5"/>
    <w:rsid w:val="00BA06F2"/>
    <w:rsid w:val="00BA390D"/>
    <w:rsid w:val="00BB1AD9"/>
    <w:rsid w:val="00BB2B62"/>
    <w:rsid w:val="00BC2A12"/>
    <w:rsid w:val="00BC3FE3"/>
    <w:rsid w:val="00BE09A4"/>
    <w:rsid w:val="00BE1AB2"/>
    <w:rsid w:val="00BF7C75"/>
    <w:rsid w:val="00C05D03"/>
    <w:rsid w:val="00C11D38"/>
    <w:rsid w:val="00C1422E"/>
    <w:rsid w:val="00C177A6"/>
    <w:rsid w:val="00C21919"/>
    <w:rsid w:val="00C25499"/>
    <w:rsid w:val="00C33501"/>
    <w:rsid w:val="00C34951"/>
    <w:rsid w:val="00C538E0"/>
    <w:rsid w:val="00C61FBD"/>
    <w:rsid w:val="00C63C0B"/>
    <w:rsid w:val="00C66567"/>
    <w:rsid w:val="00C670A0"/>
    <w:rsid w:val="00C76E1E"/>
    <w:rsid w:val="00C83669"/>
    <w:rsid w:val="00C8677C"/>
    <w:rsid w:val="00C87701"/>
    <w:rsid w:val="00C91A29"/>
    <w:rsid w:val="00C93B8A"/>
    <w:rsid w:val="00CB3EA9"/>
    <w:rsid w:val="00CB4D04"/>
    <w:rsid w:val="00CC342C"/>
    <w:rsid w:val="00CC41DD"/>
    <w:rsid w:val="00CC4DB7"/>
    <w:rsid w:val="00CC56F1"/>
    <w:rsid w:val="00CD1093"/>
    <w:rsid w:val="00CD69B8"/>
    <w:rsid w:val="00CE4812"/>
    <w:rsid w:val="00CE763D"/>
    <w:rsid w:val="00CF273D"/>
    <w:rsid w:val="00D027FB"/>
    <w:rsid w:val="00D11C26"/>
    <w:rsid w:val="00D151EE"/>
    <w:rsid w:val="00D15832"/>
    <w:rsid w:val="00D1668C"/>
    <w:rsid w:val="00D2027F"/>
    <w:rsid w:val="00D2054F"/>
    <w:rsid w:val="00D21411"/>
    <w:rsid w:val="00D26A6F"/>
    <w:rsid w:val="00D30395"/>
    <w:rsid w:val="00D377D7"/>
    <w:rsid w:val="00D439C5"/>
    <w:rsid w:val="00D61C2C"/>
    <w:rsid w:val="00D67C9D"/>
    <w:rsid w:val="00D82E49"/>
    <w:rsid w:val="00D915D5"/>
    <w:rsid w:val="00DA3266"/>
    <w:rsid w:val="00DB1469"/>
    <w:rsid w:val="00DB1B41"/>
    <w:rsid w:val="00DB3EC9"/>
    <w:rsid w:val="00DB6432"/>
    <w:rsid w:val="00DD48B5"/>
    <w:rsid w:val="00DD592E"/>
    <w:rsid w:val="00DD658A"/>
    <w:rsid w:val="00DE0892"/>
    <w:rsid w:val="00DE0E90"/>
    <w:rsid w:val="00DE3C1A"/>
    <w:rsid w:val="00DE6D89"/>
    <w:rsid w:val="00DE7E67"/>
    <w:rsid w:val="00DF6E8E"/>
    <w:rsid w:val="00E00A39"/>
    <w:rsid w:val="00E0176A"/>
    <w:rsid w:val="00E17E99"/>
    <w:rsid w:val="00E2052D"/>
    <w:rsid w:val="00E26540"/>
    <w:rsid w:val="00E30D70"/>
    <w:rsid w:val="00E32D51"/>
    <w:rsid w:val="00E373F0"/>
    <w:rsid w:val="00E415DF"/>
    <w:rsid w:val="00E46413"/>
    <w:rsid w:val="00E534D5"/>
    <w:rsid w:val="00E62B79"/>
    <w:rsid w:val="00E704DD"/>
    <w:rsid w:val="00E71D03"/>
    <w:rsid w:val="00E73D50"/>
    <w:rsid w:val="00E747E1"/>
    <w:rsid w:val="00E80124"/>
    <w:rsid w:val="00E8565A"/>
    <w:rsid w:val="00E864F8"/>
    <w:rsid w:val="00E86794"/>
    <w:rsid w:val="00E9115F"/>
    <w:rsid w:val="00E917CA"/>
    <w:rsid w:val="00E9404A"/>
    <w:rsid w:val="00E95D0B"/>
    <w:rsid w:val="00EA10F3"/>
    <w:rsid w:val="00EA68E8"/>
    <w:rsid w:val="00EA7FA8"/>
    <w:rsid w:val="00EB0E81"/>
    <w:rsid w:val="00EB29C4"/>
    <w:rsid w:val="00EB796A"/>
    <w:rsid w:val="00EC70FB"/>
    <w:rsid w:val="00ED1FD6"/>
    <w:rsid w:val="00ED20AC"/>
    <w:rsid w:val="00ED47EB"/>
    <w:rsid w:val="00ED67E0"/>
    <w:rsid w:val="00ED7308"/>
    <w:rsid w:val="00EE15A3"/>
    <w:rsid w:val="00EE4F4B"/>
    <w:rsid w:val="00EF6D2F"/>
    <w:rsid w:val="00F002E8"/>
    <w:rsid w:val="00F02F04"/>
    <w:rsid w:val="00F0397E"/>
    <w:rsid w:val="00F147C6"/>
    <w:rsid w:val="00F167DB"/>
    <w:rsid w:val="00F16E21"/>
    <w:rsid w:val="00F16F42"/>
    <w:rsid w:val="00F1753B"/>
    <w:rsid w:val="00F2243E"/>
    <w:rsid w:val="00F2748F"/>
    <w:rsid w:val="00F30371"/>
    <w:rsid w:val="00F50769"/>
    <w:rsid w:val="00F9603E"/>
    <w:rsid w:val="00F96761"/>
    <w:rsid w:val="00FA0578"/>
    <w:rsid w:val="00FA7E09"/>
    <w:rsid w:val="00FB21AF"/>
    <w:rsid w:val="00FB2A41"/>
    <w:rsid w:val="00FB2B83"/>
    <w:rsid w:val="00FC5121"/>
    <w:rsid w:val="00FD0CDF"/>
    <w:rsid w:val="00FD326F"/>
    <w:rsid w:val="00FE1BCE"/>
    <w:rsid w:val="00FE1CA3"/>
    <w:rsid w:val="00FF0786"/>
    <w:rsid w:val="5F2DBEAB"/>
    <w:rsid w:val="60976BDA"/>
    <w:rsid w:val="7552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  <w:style w:type="paragraph" w:styleId="Revision">
    <w:name w:val="Revision"/>
    <w:hidden/>
    <w:uiPriority w:val="99"/>
    <w:semiHidden/>
    <w:rsid w:val="00BA06F2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145AF4"/>
    <w:rsid w:val="0021155E"/>
    <w:rsid w:val="00287C44"/>
    <w:rsid w:val="003F4301"/>
    <w:rsid w:val="00464179"/>
    <w:rsid w:val="004D52D4"/>
    <w:rsid w:val="00531639"/>
    <w:rsid w:val="005915CE"/>
    <w:rsid w:val="006241CC"/>
    <w:rsid w:val="006A0947"/>
    <w:rsid w:val="006C6BA3"/>
    <w:rsid w:val="00717F04"/>
    <w:rsid w:val="00833785"/>
    <w:rsid w:val="00860530"/>
    <w:rsid w:val="00894CEE"/>
    <w:rsid w:val="008C6DA7"/>
    <w:rsid w:val="0094765B"/>
    <w:rsid w:val="00AC40B8"/>
    <w:rsid w:val="00B96419"/>
    <w:rsid w:val="00BE48D8"/>
    <w:rsid w:val="00CB0D59"/>
    <w:rsid w:val="00D82E49"/>
    <w:rsid w:val="00D85516"/>
    <w:rsid w:val="00EC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B33A4094765C43842BF75870C6DB50" ma:contentTypeVersion="18" ma:contentTypeDescription="Створення нового документа." ma:contentTypeScope="" ma:versionID="20a2aa8349af00cfad96f0203e9c9fed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560b906a06d140b0caf93e548d5e7f9c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4916c2-19fb-4fd6-9add-b783ad637bde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1528D-24C3-4E8C-9F69-9DC3C503D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890E7-7E55-49F4-AAF9-643294041CB6}"/>
</file>

<file path=customXml/itemProps3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04ac4ecf-9708-45f7-9d64-eaef3bff4f59"/>
    <ds:schemaRef ds:uri="47d30a7d-b41a-4785-a964-e05815a9f29f"/>
  </ds:schemaRefs>
</ds:datastoreItem>
</file>

<file path=customXml/itemProps4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698</Words>
  <Characters>3982</Characters>
  <Application>Microsoft Office Word</Application>
  <DocSecurity>0</DocSecurity>
  <Lines>33</Lines>
  <Paragraphs>9</Paragraphs>
  <ScaleCrop>false</ScaleCrop>
  <Company>GIZ GmbH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Koval, Roman GIZ UA</cp:lastModifiedBy>
  <cp:revision>40</cp:revision>
  <cp:lastPrinted>2018-02-16T12:47:00Z</cp:lastPrinted>
  <dcterms:created xsi:type="dcterms:W3CDTF">2024-07-22T11:19:00Z</dcterms:created>
  <dcterms:modified xsi:type="dcterms:W3CDTF">2026-02-25T14:30:00Z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0x010100CDB33A4094765C43842BF75870C6DB50</vt:lpwstr>
  </property>
</Properties>
</file>